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35D1C2" w14:textId="3A9112A3" w:rsidR="00B53011" w:rsidRPr="001B1455" w:rsidRDefault="00B53011">
      <w:pPr>
        <w:rPr>
          <w:szCs w:val="20"/>
        </w:rPr>
      </w:pPr>
      <w:r w:rsidRPr="001B1455">
        <w:rPr>
          <w:szCs w:val="20"/>
        </w:rPr>
        <w:br/>
      </w:r>
    </w:p>
    <w:p w14:paraId="0860602D" w14:textId="7EC7F936" w:rsidR="001B1455" w:rsidRPr="001B1455" w:rsidRDefault="001B1455" w:rsidP="001B1455">
      <w:pPr>
        <w:autoSpaceDE w:val="0"/>
        <w:autoSpaceDN w:val="0"/>
        <w:adjustRightInd w:val="0"/>
        <w:spacing w:after="0" w:line="240" w:lineRule="auto"/>
        <w:rPr>
          <w:rFonts w:cs="Arial"/>
          <w:kern w:val="0"/>
          <w:szCs w:val="20"/>
          <w:lang w:val="en-GB"/>
        </w:rPr>
      </w:pPr>
      <w:r w:rsidRPr="001B1455">
        <w:rPr>
          <w:rFonts w:cs="Arial"/>
          <w:noProof/>
          <w:kern w:val="0"/>
          <w:szCs w:val="20"/>
          <w:lang w:val="en-GB"/>
        </w:rPr>
        <w:drawing>
          <wp:anchor distT="0" distB="0" distL="114300" distR="114300" simplePos="0" relativeHeight="251658240" behindDoc="0" locked="0" layoutInCell="1" allowOverlap="1" wp14:anchorId="342001D8" wp14:editId="47B38B81">
            <wp:simplePos x="0" y="0"/>
            <wp:positionH relativeFrom="column">
              <wp:posOffset>-5080</wp:posOffset>
            </wp:positionH>
            <wp:positionV relativeFrom="paragraph">
              <wp:posOffset>33020</wp:posOffset>
            </wp:positionV>
            <wp:extent cx="1196340" cy="3608705"/>
            <wp:effectExtent l="0" t="0" r="0" b="0"/>
            <wp:wrapSquare wrapText="bothSides"/>
            <wp:docPr id="16121418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2141823" name=""/>
                    <pic:cNvPicPr/>
                  </pic:nvPicPr>
                  <pic:blipFill>
                    <a:blip r:embed="rId6">
                      <a:extLst>
                        <a:ext uri="{28A0092B-C50C-407E-A947-70E740481C1C}">
                          <a14:useLocalDpi xmlns:a14="http://schemas.microsoft.com/office/drawing/2010/main" val="0"/>
                        </a:ext>
                      </a:extLst>
                    </a:blip>
                    <a:stretch>
                      <a:fillRect/>
                    </a:stretch>
                  </pic:blipFill>
                  <pic:spPr>
                    <a:xfrm>
                      <a:off x="0" y="0"/>
                      <a:ext cx="1196340" cy="3608705"/>
                    </a:xfrm>
                    <a:prstGeom prst="rect">
                      <a:avLst/>
                    </a:prstGeom>
                  </pic:spPr>
                </pic:pic>
              </a:graphicData>
            </a:graphic>
            <wp14:sizeRelH relativeFrom="page">
              <wp14:pctWidth>0</wp14:pctWidth>
            </wp14:sizeRelH>
            <wp14:sizeRelV relativeFrom="page">
              <wp14:pctHeight>0</wp14:pctHeight>
            </wp14:sizeRelV>
          </wp:anchor>
        </w:drawing>
      </w:r>
      <w:r w:rsidRPr="001B1455">
        <w:rPr>
          <w:rFonts w:cs="Arial"/>
          <w:kern w:val="0"/>
          <w:szCs w:val="20"/>
          <w:lang w:val="en-GB"/>
        </w:rPr>
        <w:t xml:space="preserve">Professor Plof is al een tijdje op reis naar de jungle, op zoek naar dieren in het wild. Omdat Stuiter en Rebbel al een tijdje niets hebben gehoord van Professor Plof, vragen ze Bas Bos om hulp. Bas Bos past op het huis sinds Professor Plof op reis is. “Ik heb de sleutel van zijn huis,” roept Bas Bos. </w:t>
      </w:r>
    </w:p>
    <w:p w14:paraId="745666A7" w14:textId="77777777" w:rsidR="001B1455" w:rsidRDefault="001B1455" w:rsidP="001B1455">
      <w:pPr>
        <w:autoSpaceDE w:val="0"/>
        <w:autoSpaceDN w:val="0"/>
        <w:adjustRightInd w:val="0"/>
        <w:spacing w:after="0" w:line="240" w:lineRule="auto"/>
        <w:rPr>
          <w:rFonts w:cs="Arial"/>
          <w:kern w:val="0"/>
          <w:szCs w:val="20"/>
          <w:lang w:val="en-GB"/>
        </w:rPr>
      </w:pPr>
      <w:r w:rsidRPr="001B1455">
        <w:rPr>
          <w:rFonts w:cs="Arial"/>
          <w:kern w:val="0"/>
          <w:szCs w:val="20"/>
          <w:lang w:val="en-GB"/>
        </w:rPr>
        <w:t xml:space="preserve">Onderweg naar het huis van Professor Plof komen ze Noah, Sterre en Fleur tegen. “Hebben jullie iets gehoord van Professor Plof,” vraagt Stuiter, het drietal schudt nee en begint zich ook zorgen te maken om Professor Plof. Ze besluiten met de andere 3 mee te gaan naar het huis van Professor Plof. Als de 6 bij het huis van Professor Plof aankomen, merken ze op dat er licht brandt in het huis. </w:t>
      </w:r>
    </w:p>
    <w:p w14:paraId="16AA0B89" w14:textId="77777777" w:rsidR="001B1455" w:rsidRPr="001B1455" w:rsidRDefault="001B1455" w:rsidP="001B1455">
      <w:pPr>
        <w:autoSpaceDE w:val="0"/>
        <w:autoSpaceDN w:val="0"/>
        <w:adjustRightInd w:val="0"/>
        <w:spacing w:after="0" w:line="240" w:lineRule="auto"/>
        <w:rPr>
          <w:rFonts w:cs="Arial"/>
          <w:kern w:val="0"/>
          <w:szCs w:val="20"/>
          <w:lang w:val="en-GB"/>
        </w:rPr>
      </w:pPr>
    </w:p>
    <w:p w14:paraId="31ACF95F" w14:textId="77777777" w:rsidR="001B1455" w:rsidRDefault="001B1455" w:rsidP="001B1455">
      <w:pPr>
        <w:autoSpaceDE w:val="0"/>
        <w:autoSpaceDN w:val="0"/>
        <w:adjustRightInd w:val="0"/>
        <w:spacing w:after="0" w:line="240" w:lineRule="auto"/>
        <w:rPr>
          <w:rFonts w:cs="Arial"/>
          <w:kern w:val="0"/>
          <w:szCs w:val="20"/>
          <w:lang w:val="en-GB"/>
        </w:rPr>
      </w:pPr>
      <w:r w:rsidRPr="001B1455">
        <w:rPr>
          <w:rFonts w:cs="Arial"/>
          <w:kern w:val="0"/>
          <w:szCs w:val="20"/>
          <w:lang w:val="en-GB"/>
        </w:rPr>
        <w:t xml:space="preserve">Eenmaal binnen treffen ze een chaos van jewelste aan. Sterre merkt op: “Professor Plof had helemaal niet eens op reis gehoeven, zijn huis is zelf een jungle.” Rebbel vindt een foto van haarzelf: “Kijk, hier heb ik nog roze haar!” Ook Bas Bos vindt een foto van zichzelf: “Grappig, hier heb ik nog dat blauwe overhemd!” Terwijl de rest in huis zoekt naar aanwijzingen waar de professor zou kunnen zijn, is Stuiter afgeleid door het bliepjesgeluid dat uit het laboratorium van Professor Plof komt. </w:t>
      </w:r>
    </w:p>
    <w:p w14:paraId="6F64165E" w14:textId="3697F613" w:rsidR="001B1455" w:rsidRPr="001B1455" w:rsidRDefault="001B1455" w:rsidP="001B1455">
      <w:pPr>
        <w:autoSpaceDE w:val="0"/>
        <w:autoSpaceDN w:val="0"/>
        <w:adjustRightInd w:val="0"/>
        <w:spacing w:after="0" w:line="240" w:lineRule="auto"/>
        <w:rPr>
          <w:rFonts w:cs="Arial"/>
          <w:kern w:val="0"/>
          <w:szCs w:val="20"/>
          <w:lang w:val="en-GB"/>
        </w:rPr>
      </w:pPr>
    </w:p>
    <w:p w14:paraId="31F8EC63" w14:textId="77777777" w:rsidR="001B1455" w:rsidRDefault="001B1455" w:rsidP="001B1455">
      <w:pPr>
        <w:autoSpaceDE w:val="0"/>
        <w:autoSpaceDN w:val="0"/>
        <w:adjustRightInd w:val="0"/>
        <w:spacing w:after="0" w:line="240" w:lineRule="auto"/>
        <w:rPr>
          <w:rFonts w:cs="Arial"/>
          <w:kern w:val="0"/>
          <w:szCs w:val="20"/>
          <w:lang w:val="en-GB"/>
        </w:rPr>
      </w:pPr>
      <w:r w:rsidRPr="001B1455">
        <w:rPr>
          <w:rFonts w:cs="Arial"/>
          <w:kern w:val="0"/>
          <w:szCs w:val="20"/>
          <w:lang w:val="en-GB"/>
        </w:rPr>
        <w:t xml:space="preserve">Stuiter doet de deur van het laboratorium open en ziet dat de computer van de professor nog aan staat. “Bliep” hoort hij en er verschijnt telkens een foto op het scherm. “[bliep] Hey dat is een Toekan,… [bliep] en dat is een krokodil,… [bliep] en dat is een slang.” Ook komen er soms foto’s van een oud gebouw, een gebouw dat uit elkaar valt, voorbij. “Dat is een ruïne,” roept Noah, die over de schouder van Stuiter meekijkt op het scherm van de computer. </w:t>
      </w:r>
    </w:p>
    <w:p w14:paraId="101E244C" w14:textId="77777777" w:rsidR="001B1455" w:rsidRPr="001B1455" w:rsidRDefault="001B1455" w:rsidP="001B1455">
      <w:pPr>
        <w:autoSpaceDE w:val="0"/>
        <w:autoSpaceDN w:val="0"/>
        <w:adjustRightInd w:val="0"/>
        <w:spacing w:after="0" w:line="240" w:lineRule="auto"/>
        <w:rPr>
          <w:rFonts w:cs="Arial"/>
          <w:kern w:val="0"/>
          <w:szCs w:val="20"/>
          <w:lang w:val="en-GB"/>
        </w:rPr>
      </w:pPr>
    </w:p>
    <w:p w14:paraId="54E63C30" w14:textId="700C451A" w:rsidR="00B53011" w:rsidRPr="001B1455" w:rsidRDefault="001B1455" w:rsidP="001B1455">
      <w:pPr>
        <w:pStyle w:val="NoSpacing"/>
        <w:rPr>
          <w:szCs w:val="20"/>
        </w:rPr>
      </w:pPr>
      <w:r w:rsidRPr="001B1455">
        <w:rPr>
          <w:rFonts w:cs="Arial"/>
          <w:kern w:val="0"/>
          <w:szCs w:val="20"/>
          <w:lang w:val="en-GB"/>
        </w:rPr>
        <w:t xml:space="preserve">Noahs blik valt op de vreemde tekens die zichtbaar zijn op de muren van het oude gebouw. “Dat is een soort code, een geheimschrift, als we dat kunnen ontcijferen, dan weten we waar de professor zich bevindt!” Inmiddels waren de anderen ook in het laboratorium en ze vinden Noahs idee om de tekens op de foto te ontcijferen een goed plan, alleen hoe begin je aan zoiets? </w:t>
      </w:r>
    </w:p>
    <w:sectPr w:rsidR="00B53011" w:rsidRPr="001B1455" w:rsidSect="00990432">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E69F84" w14:textId="77777777" w:rsidR="00E61CC7" w:rsidRDefault="00E61CC7" w:rsidP="00B53011">
      <w:pPr>
        <w:spacing w:after="0" w:line="240" w:lineRule="auto"/>
      </w:pPr>
      <w:r>
        <w:separator/>
      </w:r>
    </w:p>
  </w:endnote>
  <w:endnote w:type="continuationSeparator" w:id="0">
    <w:p w14:paraId="0EEB3445" w14:textId="77777777" w:rsidR="00E61CC7" w:rsidRDefault="00E61CC7"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56C2AE" w14:textId="77777777" w:rsidR="00E61CC7" w:rsidRDefault="00E61CC7" w:rsidP="00B53011">
      <w:pPr>
        <w:spacing w:after="0" w:line="240" w:lineRule="auto"/>
      </w:pPr>
      <w:r>
        <w:separator/>
      </w:r>
    </w:p>
  </w:footnote>
  <w:footnote w:type="continuationSeparator" w:id="0">
    <w:p w14:paraId="468B887C" w14:textId="77777777" w:rsidR="00E61CC7" w:rsidRDefault="00E61CC7"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7060BD99"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B1455">
      <w:rPr>
        <w:color w:val="FFFFFF" w:themeColor="background1"/>
      </w:rPr>
      <w:t>2019</w:t>
    </w:r>
  </w:p>
  <w:p w14:paraId="020A5E86" w14:textId="77777777" w:rsidR="001B1455" w:rsidRDefault="00B53011" w:rsidP="00B53011">
    <w:pPr>
      <w:pStyle w:val="Title"/>
      <w:rPr>
        <w:color w:val="FFFFFF" w:themeColor="background1"/>
      </w:rPr>
    </w:pPr>
    <w:r w:rsidRPr="008B23FF">
      <w:rPr>
        <w:color w:val="FFFFFF" w:themeColor="background1"/>
      </w:rPr>
      <w:t>T</w:t>
    </w:r>
    <w:r w:rsidR="001B1455">
      <w:rPr>
        <w:color w:val="FFFFFF" w:themeColor="background1"/>
      </w:rPr>
      <w:t xml:space="preserve">hemaverhaal Bevers 2019 </w:t>
    </w:r>
  </w:p>
  <w:p w14:paraId="4E318142" w14:textId="65127229" w:rsidR="00B53011" w:rsidRPr="008B23FF" w:rsidRDefault="001B1455" w:rsidP="00B53011">
    <w:pPr>
      <w:pStyle w:val="Title"/>
      <w:rPr>
        <w:color w:val="FFFFFF" w:themeColor="background1"/>
      </w:rPr>
    </w:pPr>
    <w:r>
      <w:rPr>
        <w:color w:val="FFFFFF" w:themeColor="background1"/>
      </w:rPr>
      <w:t>Het huis van professor Plof</w:t>
    </w:r>
  </w:p>
  <w:p w14:paraId="5C388F6D" w14:textId="77777777" w:rsidR="00B53011" w:rsidRDefault="00B530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1068AA"/>
    <w:rsid w:val="001B1455"/>
    <w:rsid w:val="00286A4E"/>
    <w:rsid w:val="00302AD2"/>
    <w:rsid w:val="004F1D93"/>
    <w:rsid w:val="005153E6"/>
    <w:rsid w:val="005837D4"/>
    <w:rsid w:val="005E31B0"/>
    <w:rsid w:val="00656311"/>
    <w:rsid w:val="006836B0"/>
    <w:rsid w:val="006D1E8C"/>
    <w:rsid w:val="00790541"/>
    <w:rsid w:val="00835635"/>
    <w:rsid w:val="008D301C"/>
    <w:rsid w:val="00913D33"/>
    <w:rsid w:val="009839E5"/>
    <w:rsid w:val="00990432"/>
    <w:rsid w:val="00A05471"/>
    <w:rsid w:val="00A15E9C"/>
    <w:rsid w:val="00B4624E"/>
    <w:rsid w:val="00B53011"/>
    <w:rsid w:val="00C12077"/>
    <w:rsid w:val="00CC37B9"/>
    <w:rsid w:val="00E0152E"/>
    <w:rsid w:val="00E61CC7"/>
    <w:rsid w:val="00EF4AA1"/>
    <w:rsid w:val="00F236FC"/>
    <w:rsid w:val="00F9471A"/>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1</TotalTime>
  <Pages>1</Pages>
  <Words>303</Words>
  <Characters>1728</Characters>
  <Application>Microsoft Office Word</Application>
  <DocSecurity>0</DocSecurity>
  <Lines>14</Lines>
  <Paragraphs>4</Paragraphs>
  <ScaleCrop>false</ScaleCrop>
  <Company/>
  <LinksUpToDate>false</LinksUpToDate>
  <CharactersWithSpaces>2027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dcterms:created xsi:type="dcterms:W3CDTF">2025-09-03T09:06:00Z</dcterms:created>
  <dcterms:modified xsi:type="dcterms:W3CDTF">2025-09-04T10:29:00Z</dcterms:modified>
</cp:coreProperties>
</file>